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1749" w14:textId="35F8AF7A" w:rsidR="00A13DEA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TheSansBPlus W7 Bold" w:hAnsi="TheSansBPlus W7 Bold"/>
          <w:sz w:val="20"/>
        </w:rPr>
      </w:pPr>
      <w:r>
        <w:rPr>
          <w:rFonts w:ascii="TheSansBPlus W4 SemiLight" w:hAnsi="TheSansBPlus W4 SemiLight"/>
        </w:rPr>
        <w:tab/>
      </w:r>
      <w:bookmarkStart w:id="0" w:name="tmDatum"/>
      <w:bookmarkEnd w:id="0"/>
      <w:r>
        <w:rPr>
          <w:rFonts w:ascii="TheSansBPlus W7 Bold" w:hAnsi="TheSansBPlus W7 Bold"/>
          <w:sz w:val="18"/>
        </w:rPr>
        <w:fldChar w:fldCharType="begin"/>
      </w:r>
      <w:r>
        <w:rPr>
          <w:rFonts w:ascii="TheSansBPlus W7 Bold" w:hAnsi="TheSansBPlus W7 Bold"/>
          <w:sz w:val="18"/>
        </w:rPr>
        <w:instrText xml:space="preserve"> DATE \@ "dd.MM.yyyy" \* MERGEFORMAT </w:instrText>
      </w:r>
      <w:r>
        <w:rPr>
          <w:rFonts w:ascii="TheSansBPlus W7 Bold" w:hAnsi="TheSansBPlus W7 Bold"/>
          <w:sz w:val="18"/>
        </w:rPr>
        <w:fldChar w:fldCharType="separate"/>
      </w:r>
      <w:r w:rsidR="00AC0025">
        <w:rPr>
          <w:rFonts w:ascii="TheSansBPlus W7 Bold" w:hAnsi="TheSansBPlus W7 Bold"/>
          <w:noProof/>
          <w:sz w:val="18"/>
        </w:rPr>
        <w:t>05.09.2023</w:t>
      </w:r>
      <w:r>
        <w:rPr>
          <w:rFonts w:ascii="TheSansBPlus W7 Bold" w:hAnsi="TheSansBPlus W7 Bold"/>
          <w:sz w:val="18"/>
        </w:rPr>
        <w:fldChar w:fldCharType="end"/>
      </w:r>
    </w:p>
    <w:p w14:paraId="6FC02BCD" w14:textId="77777777" w:rsidR="00A13DEA" w:rsidRPr="00A73091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TheSansBPlus W7 Bold" w:hAnsi="TheSansBPlus W7 Bold"/>
          <w:sz w:val="18"/>
        </w:rPr>
      </w:pPr>
      <w:bookmarkStart w:id="1" w:name="tmEmpfaengerZ1"/>
      <w:bookmarkEnd w:id="1"/>
      <w:r w:rsidRPr="00A73091">
        <w:rPr>
          <w:rFonts w:ascii="TheSansBPlus W4 SemiLight" w:hAnsi="TheSansBPlus W4 SemiLight"/>
          <w:sz w:val="20"/>
        </w:rPr>
        <w:tab/>
      </w:r>
      <w:bookmarkStart w:id="2" w:name="tmBearbeiterZ1"/>
      <w:bookmarkEnd w:id="2"/>
    </w:p>
    <w:p w14:paraId="3A5D40F9" w14:textId="77777777" w:rsidR="00F743BC" w:rsidRPr="00664138" w:rsidRDefault="00214BED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18"/>
        </w:rPr>
      </w:pPr>
      <w:bookmarkStart w:id="3" w:name="tmEmpfaengerZ2"/>
      <w:bookmarkStart w:id="4" w:name="tmEmpfaengerZ6"/>
      <w:bookmarkEnd w:id="3"/>
      <w:bookmarkEnd w:id="4"/>
      <w:r w:rsidRPr="00664138">
        <w:rPr>
          <w:rFonts w:ascii="Arial" w:hAnsi="Arial" w:cs="Arial"/>
          <w:b/>
          <w:color w:val="0070C0"/>
          <w:sz w:val="20"/>
        </w:rPr>
        <w:t>Mustermann</w:t>
      </w:r>
      <w:r w:rsidR="00F743BC" w:rsidRPr="00664138">
        <w:rPr>
          <w:rFonts w:ascii="Arial" w:hAnsi="Arial" w:cs="Arial"/>
          <w:b/>
          <w:color w:val="0070C0"/>
          <w:sz w:val="20"/>
        </w:rPr>
        <w:tab/>
      </w:r>
      <w:bookmarkStart w:id="5" w:name="tmBearbeiterZ2"/>
      <w:bookmarkEnd w:id="5"/>
    </w:p>
    <w:p w14:paraId="269260B5" w14:textId="77777777" w:rsidR="00F743BC" w:rsidRPr="00664138" w:rsidRDefault="00F743BC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20"/>
        </w:rPr>
      </w:pPr>
      <w:bookmarkStart w:id="6" w:name="tmEmpfaengerZ3"/>
      <w:bookmarkEnd w:id="6"/>
      <w:r w:rsidRPr="00664138">
        <w:rPr>
          <w:rFonts w:ascii="Arial" w:hAnsi="Arial" w:cs="Arial"/>
          <w:b/>
          <w:color w:val="0070C0"/>
          <w:sz w:val="20"/>
        </w:rPr>
        <w:t>z. Hd. Herrn Maik Muster</w:t>
      </w:r>
      <w:r w:rsidRPr="00664138">
        <w:rPr>
          <w:rFonts w:ascii="Arial" w:hAnsi="Arial" w:cs="Arial"/>
          <w:b/>
          <w:color w:val="0070C0"/>
          <w:sz w:val="20"/>
        </w:rPr>
        <w:tab/>
      </w:r>
      <w:bookmarkStart w:id="7" w:name="tmBearbeiterZ3"/>
      <w:bookmarkEnd w:id="7"/>
    </w:p>
    <w:p w14:paraId="5894C7D5" w14:textId="77777777" w:rsidR="00F743BC" w:rsidRPr="00664138" w:rsidRDefault="00F743BC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16"/>
        </w:rPr>
      </w:pPr>
      <w:bookmarkStart w:id="8" w:name="tmEmpfaengerZ4"/>
      <w:bookmarkStart w:id="9" w:name="tmBearbeiterZ4"/>
      <w:bookmarkEnd w:id="8"/>
      <w:bookmarkEnd w:id="9"/>
      <w:r w:rsidRPr="00664138">
        <w:rPr>
          <w:rFonts w:ascii="Arial" w:hAnsi="Arial" w:cs="Arial"/>
          <w:b/>
          <w:color w:val="0070C0"/>
          <w:sz w:val="20"/>
        </w:rPr>
        <w:t>Musterweg 8</w:t>
      </w:r>
      <w:r w:rsidRPr="00664138">
        <w:rPr>
          <w:rFonts w:ascii="Arial" w:hAnsi="Arial" w:cs="Arial"/>
          <w:b/>
          <w:color w:val="0070C0"/>
          <w:sz w:val="20"/>
        </w:rPr>
        <w:tab/>
      </w:r>
    </w:p>
    <w:p w14:paraId="5EC32C8A" w14:textId="77777777" w:rsidR="00F743BC" w:rsidRPr="00664138" w:rsidRDefault="00F25AA5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16"/>
        </w:rPr>
      </w:pPr>
      <w:bookmarkStart w:id="10" w:name="tmEmpfaengerZ5"/>
      <w:bookmarkEnd w:id="10"/>
      <w:r w:rsidRPr="00664138">
        <w:rPr>
          <w:rFonts w:ascii="Arial" w:hAnsi="Arial" w:cs="Arial"/>
          <w:b/>
          <w:color w:val="0070C0"/>
          <w:sz w:val="20"/>
        </w:rPr>
        <w:t>12345 Muster</w:t>
      </w:r>
      <w:r w:rsidR="00F743BC" w:rsidRPr="00664138">
        <w:rPr>
          <w:rFonts w:ascii="Arial" w:hAnsi="Arial" w:cs="Arial"/>
          <w:b/>
          <w:color w:val="0070C0"/>
          <w:sz w:val="20"/>
        </w:rPr>
        <w:t>stadt</w:t>
      </w:r>
      <w:r w:rsidR="00F743BC" w:rsidRPr="00664138">
        <w:rPr>
          <w:rFonts w:ascii="Arial" w:hAnsi="Arial" w:cs="Arial"/>
          <w:sz w:val="20"/>
        </w:rPr>
        <w:tab/>
      </w:r>
      <w:bookmarkStart w:id="11" w:name="tmBearbeiterZ5"/>
      <w:bookmarkEnd w:id="11"/>
    </w:p>
    <w:p w14:paraId="00909522" w14:textId="77777777" w:rsidR="00A13DEA" w:rsidRPr="00664138" w:rsidRDefault="00A13DEA" w:rsidP="00D1131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ab/>
      </w:r>
    </w:p>
    <w:p w14:paraId="45B5FB83" w14:textId="77777777" w:rsidR="00A13DEA" w:rsidRPr="00664138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bookmarkStart w:id="12" w:name="tmEmpfaengerZ8"/>
      <w:bookmarkEnd w:id="12"/>
      <w:r w:rsidRPr="00664138">
        <w:rPr>
          <w:rFonts w:ascii="Arial" w:hAnsi="Arial" w:cs="Arial"/>
          <w:sz w:val="20"/>
        </w:rPr>
        <w:tab/>
      </w:r>
      <w:bookmarkStart w:id="13" w:name="tmBearbeiterZ8"/>
      <w:bookmarkEnd w:id="13"/>
    </w:p>
    <w:p w14:paraId="717EB957" w14:textId="77777777" w:rsidR="00CD717F" w:rsidRPr="00664138" w:rsidRDefault="00BD6AAA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ab/>
      </w:r>
      <w:bookmarkStart w:id="14" w:name="tmBearbeiterZ9"/>
      <w:bookmarkStart w:id="15" w:name="tmBetreff"/>
      <w:bookmarkEnd w:id="14"/>
      <w:bookmarkEnd w:id="15"/>
    </w:p>
    <w:p w14:paraId="2599215D" w14:textId="40A5FCA6" w:rsidR="00861815" w:rsidRPr="00F4085A" w:rsidRDefault="00BD6AAA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bCs/>
          <w:color w:val="000000" w:themeColor="text1"/>
          <w:szCs w:val="24"/>
        </w:rPr>
      </w:pPr>
      <w:r w:rsidRPr="00664138">
        <w:rPr>
          <w:rFonts w:ascii="Arial" w:hAnsi="Arial" w:cs="Arial"/>
          <w:sz w:val="20"/>
        </w:rPr>
        <w:br/>
      </w:r>
      <w:r w:rsidR="00375657" w:rsidRPr="00F4085A">
        <w:rPr>
          <w:rFonts w:ascii="Arial" w:hAnsi="Arial" w:cs="Arial"/>
          <w:b/>
          <w:bCs/>
          <w:color w:val="000000" w:themeColor="text1"/>
          <w:szCs w:val="24"/>
        </w:rPr>
        <w:t>Sichern Sie Ihr</w:t>
      </w:r>
      <w:r w:rsidR="002076B3" w:rsidRPr="00F4085A">
        <w:rPr>
          <w:rFonts w:ascii="Arial" w:hAnsi="Arial" w:cs="Arial"/>
          <w:b/>
          <w:bCs/>
          <w:color w:val="000000" w:themeColor="text1"/>
          <w:szCs w:val="24"/>
        </w:rPr>
        <w:t xml:space="preserve"> Fachgeschäft</w:t>
      </w:r>
      <w:r w:rsidR="00375657" w:rsidRPr="00F4085A">
        <w:rPr>
          <w:rFonts w:ascii="Arial" w:hAnsi="Arial" w:cs="Arial"/>
          <w:b/>
          <w:bCs/>
          <w:color w:val="000000" w:themeColor="text1"/>
          <w:szCs w:val="24"/>
        </w:rPr>
        <w:t xml:space="preserve"> ab</w:t>
      </w:r>
    </w:p>
    <w:p w14:paraId="7EA1AFD8" w14:textId="4B7D493C" w:rsidR="00BD6AAA" w:rsidRPr="00F4085A" w:rsidRDefault="00C562E6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bCs/>
          <w:color w:val="FF0000"/>
          <w:szCs w:val="24"/>
        </w:rPr>
      </w:pPr>
      <w:r w:rsidRPr="00F4085A">
        <w:rPr>
          <w:rFonts w:ascii="Arial" w:hAnsi="Arial" w:cs="Arial"/>
          <w:b/>
          <w:bCs/>
          <w:color w:val="FF0000"/>
          <w:szCs w:val="24"/>
        </w:rPr>
        <w:t>gegen Einbruch, Diebstahl und Brand</w:t>
      </w:r>
    </w:p>
    <w:p w14:paraId="1BE3E11D" w14:textId="77777777" w:rsidR="00C63B0A" w:rsidRPr="00664138" w:rsidRDefault="00BD6AAA" w:rsidP="001874CF">
      <w:pPr>
        <w:pStyle w:val="Kopfzeile"/>
        <w:tabs>
          <w:tab w:val="clear" w:pos="4536"/>
          <w:tab w:val="clear" w:pos="9072"/>
        </w:tabs>
        <w:spacing w:before="520" w:after="260" w:line="260" w:lineRule="exact"/>
        <w:rPr>
          <w:rFonts w:ascii="Arial" w:hAnsi="Arial" w:cs="Arial"/>
          <w:b/>
          <w:color w:val="0070C0"/>
          <w:sz w:val="20"/>
        </w:rPr>
      </w:pPr>
      <w:r w:rsidRPr="00664138">
        <w:rPr>
          <w:rFonts w:ascii="Arial" w:hAnsi="Arial" w:cs="Arial"/>
          <w:sz w:val="20"/>
        </w:rPr>
        <w:t>Sehr geehrte</w:t>
      </w:r>
      <w:bookmarkStart w:id="16" w:name="tmBriefanrede"/>
      <w:bookmarkEnd w:id="16"/>
      <w:r w:rsidR="00850789" w:rsidRPr="00664138">
        <w:rPr>
          <w:rFonts w:ascii="Arial" w:hAnsi="Arial" w:cs="Arial"/>
          <w:sz w:val="20"/>
        </w:rPr>
        <w:t xml:space="preserve">r Herr </w:t>
      </w:r>
      <w:r w:rsidR="00BA4C92" w:rsidRPr="00664138">
        <w:rPr>
          <w:rFonts w:ascii="Arial" w:hAnsi="Arial" w:cs="Arial"/>
          <w:b/>
          <w:color w:val="0070C0"/>
          <w:sz w:val="20"/>
        </w:rPr>
        <w:t>M</w:t>
      </w:r>
      <w:r w:rsidR="00F743BC" w:rsidRPr="00664138">
        <w:rPr>
          <w:rFonts w:ascii="Arial" w:hAnsi="Arial" w:cs="Arial"/>
          <w:b/>
          <w:color w:val="0070C0"/>
          <w:sz w:val="20"/>
        </w:rPr>
        <w:t>uster</w:t>
      </w:r>
      <w:r w:rsidR="00AC5154" w:rsidRPr="00664138">
        <w:rPr>
          <w:rFonts w:ascii="Arial" w:hAnsi="Arial" w:cs="Arial"/>
          <w:b/>
          <w:color w:val="0070C0"/>
          <w:sz w:val="20"/>
        </w:rPr>
        <w:t>,</w:t>
      </w:r>
      <w:bookmarkStart w:id="17" w:name="tmBrieftext"/>
      <w:bookmarkEnd w:id="17"/>
    </w:p>
    <w:p w14:paraId="519C3485" w14:textId="77777777" w:rsidR="00AE13BB" w:rsidRPr="00664138" w:rsidRDefault="002076B3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 xml:space="preserve">das hohe Qualitäts- und Sicherheitsbewusstsein Ihrer Kunden sorgt dafür, dass Fahrräder und E-Bikes </w:t>
      </w:r>
    </w:p>
    <w:p w14:paraId="08241025" w14:textId="77777777" w:rsidR="00AE13BB" w:rsidRPr="00664138" w:rsidRDefault="002076B3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 xml:space="preserve">in immer höherer Güte und Ausstattung gekauft werden. Mit zunehmender Nachfrage steigt der Warenwert </w:t>
      </w:r>
    </w:p>
    <w:p w14:paraId="103FE1E4" w14:textId="7097BC6A" w:rsidR="00B03A2A" w:rsidRPr="00664138" w:rsidRDefault="002076B3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>in Ihrem Unternehmen und macht Sie so zum Ziel für Einbrecher!</w:t>
      </w:r>
    </w:p>
    <w:p w14:paraId="7DC99ED2" w14:textId="77777777" w:rsidR="002076B3" w:rsidRPr="00664138" w:rsidRDefault="002076B3" w:rsidP="00B03A2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ADEEAEE" w14:textId="77777777" w:rsidR="008D3BEE" w:rsidRPr="00664138" w:rsidRDefault="002076B3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>Meist können Sie die entwendeten Fahrräder und E-Bikes, sowie die hochwertigen Zubehör- und Ersatzteile kurzfristig nicht wiederbeschaffen und verlieren dadurch Ihr Saisongeschäft.</w:t>
      </w:r>
      <w:r w:rsidR="008D3BEE" w:rsidRPr="00664138">
        <w:rPr>
          <w:rFonts w:ascii="Arial" w:hAnsi="Arial" w:cs="Arial"/>
          <w:sz w:val="20"/>
        </w:rPr>
        <w:t xml:space="preserve"> </w:t>
      </w:r>
      <w:r w:rsidRPr="00664138">
        <w:rPr>
          <w:rFonts w:ascii="Arial" w:hAnsi="Arial" w:cs="Arial"/>
          <w:sz w:val="20"/>
        </w:rPr>
        <w:t xml:space="preserve">Dies gefährdet die Existenz </w:t>
      </w:r>
    </w:p>
    <w:p w14:paraId="14E7840E" w14:textId="77777777" w:rsidR="002076B3" w:rsidRPr="00664138" w:rsidRDefault="002076B3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>Ihres Unternehmens!</w:t>
      </w:r>
    </w:p>
    <w:p w14:paraId="10C1CD87" w14:textId="77777777" w:rsidR="002076B3" w:rsidRPr="00664138" w:rsidRDefault="002076B3" w:rsidP="00B03A2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9A8B1A4" w14:textId="4A55E8CD" w:rsidR="00B03A2A" w:rsidRPr="00664138" w:rsidRDefault="00B03A2A" w:rsidP="00B03A2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>A</w:t>
      </w:r>
      <w:r w:rsidR="00214BED" w:rsidRPr="00664138">
        <w:rPr>
          <w:rFonts w:ascii="Arial" w:hAnsi="Arial" w:cs="Arial"/>
          <w:iCs/>
          <w:color w:val="000000"/>
          <w:sz w:val="20"/>
        </w:rPr>
        <w:t xml:space="preserve">ls </w:t>
      </w:r>
      <w:r w:rsidR="00C562E6" w:rsidRPr="00664138">
        <w:rPr>
          <w:rFonts w:ascii="Arial" w:hAnsi="Arial" w:cs="Arial"/>
          <w:iCs/>
          <w:color w:val="000000"/>
          <w:sz w:val="20"/>
        </w:rPr>
        <w:t>zertifizierter Fachbetrieb</w:t>
      </w:r>
      <w:r w:rsidR="00214BED" w:rsidRPr="00664138">
        <w:rPr>
          <w:rFonts w:ascii="Arial" w:hAnsi="Arial" w:cs="Arial"/>
          <w:iCs/>
          <w:color w:val="000000"/>
          <w:sz w:val="20"/>
        </w:rPr>
        <w:t xml:space="preserve"> </w:t>
      </w:r>
      <w:r w:rsidRPr="00664138">
        <w:rPr>
          <w:rFonts w:ascii="Arial" w:hAnsi="Arial" w:cs="Arial"/>
          <w:iCs/>
          <w:color w:val="000000"/>
          <w:sz w:val="20"/>
        </w:rPr>
        <w:t xml:space="preserve">möchten wir Sie darüber </w:t>
      </w:r>
      <w:r w:rsidR="00073204" w:rsidRPr="00664138">
        <w:rPr>
          <w:rFonts w:ascii="Arial" w:hAnsi="Arial" w:cs="Arial"/>
          <w:iCs/>
          <w:color w:val="000000"/>
          <w:sz w:val="20"/>
        </w:rPr>
        <w:t xml:space="preserve">informieren, wie </w:t>
      </w:r>
      <w:r w:rsidR="00073204" w:rsidRPr="00664138">
        <w:rPr>
          <w:rFonts w:ascii="Arial" w:hAnsi="Arial" w:cs="Arial"/>
          <w:sz w:val="20"/>
        </w:rPr>
        <w:t xml:space="preserve">der optimale </w:t>
      </w:r>
      <w:r w:rsidR="00BA4C92" w:rsidRPr="00664138">
        <w:rPr>
          <w:rFonts w:ascii="Arial" w:hAnsi="Arial" w:cs="Arial"/>
          <w:sz w:val="20"/>
        </w:rPr>
        <w:t xml:space="preserve">und individuelle </w:t>
      </w:r>
      <w:r w:rsidR="00073204" w:rsidRPr="00664138">
        <w:rPr>
          <w:rFonts w:ascii="Arial" w:hAnsi="Arial" w:cs="Arial"/>
          <w:sz w:val="20"/>
        </w:rPr>
        <w:t xml:space="preserve">Schutz </w:t>
      </w:r>
      <w:r w:rsidRPr="00664138">
        <w:rPr>
          <w:rFonts w:ascii="Arial" w:hAnsi="Arial" w:cs="Arial"/>
          <w:sz w:val="20"/>
        </w:rPr>
        <w:t>Ihre</w:t>
      </w:r>
      <w:r w:rsidR="002076B3" w:rsidRPr="00664138">
        <w:rPr>
          <w:rFonts w:ascii="Arial" w:hAnsi="Arial" w:cs="Arial"/>
          <w:sz w:val="20"/>
        </w:rPr>
        <w:t>s Fachgeschäfts</w:t>
      </w:r>
      <w:r w:rsidRPr="00664138">
        <w:rPr>
          <w:rFonts w:ascii="Arial" w:hAnsi="Arial" w:cs="Arial"/>
          <w:sz w:val="20"/>
        </w:rPr>
        <w:t xml:space="preserve"> vor Gefahren durch </w:t>
      </w:r>
      <w:r w:rsidR="002076B3" w:rsidRPr="00664138">
        <w:rPr>
          <w:rFonts w:ascii="Arial" w:hAnsi="Arial" w:cs="Arial"/>
          <w:sz w:val="20"/>
        </w:rPr>
        <w:t xml:space="preserve">Einbruch, </w:t>
      </w:r>
      <w:r w:rsidRPr="00664138">
        <w:rPr>
          <w:rFonts w:ascii="Arial" w:hAnsi="Arial" w:cs="Arial"/>
          <w:sz w:val="20"/>
        </w:rPr>
        <w:t>Diebstahl</w:t>
      </w:r>
      <w:r w:rsidR="002076B3" w:rsidRPr="00664138">
        <w:rPr>
          <w:rFonts w:ascii="Arial" w:hAnsi="Arial" w:cs="Arial"/>
          <w:sz w:val="20"/>
        </w:rPr>
        <w:t xml:space="preserve"> und Brand</w:t>
      </w:r>
      <w:r w:rsidR="00073204" w:rsidRPr="00664138">
        <w:rPr>
          <w:rFonts w:ascii="Arial" w:hAnsi="Arial" w:cs="Arial"/>
          <w:sz w:val="20"/>
        </w:rPr>
        <w:t xml:space="preserve"> umgesetzt werden</w:t>
      </w:r>
      <w:r w:rsidR="00B37375" w:rsidRPr="00664138">
        <w:rPr>
          <w:rFonts w:ascii="Arial" w:hAnsi="Arial" w:cs="Arial"/>
          <w:sz w:val="20"/>
        </w:rPr>
        <w:t xml:space="preserve"> kann</w:t>
      </w:r>
      <w:r w:rsidR="00073204" w:rsidRPr="00664138">
        <w:rPr>
          <w:rFonts w:ascii="Arial" w:hAnsi="Arial" w:cs="Arial"/>
          <w:sz w:val="20"/>
        </w:rPr>
        <w:t xml:space="preserve">. </w:t>
      </w:r>
    </w:p>
    <w:p w14:paraId="17B3BED7" w14:textId="77777777" w:rsidR="00B03A2A" w:rsidRPr="00664138" w:rsidRDefault="00B03A2A" w:rsidP="00B06334">
      <w:pPr>
        <w:ind w:right="849"/>
        <w:rPr>
          <w:rFonts w:ascii="Arial" w:hAnsi="Arial" w:cs="Arial"/>
          <w:sz w:val="20"/>
        </w:rPr>
      </w:pPr>
    </w:p>
    <w:p w14:paraId="65AD04E9" w14:textId="77777777" w:rsidR="00B20CE4" w:rsidRPr="00664138" w:rsidRDefault="00911B5D" w:rsidP="00911B5D">
      <w:pPr>
        <w:ind w:right="849"/>
        <w:rPr>
          <w:rFonts w:ascii="Arial" w:hAnsi="Arial" w:cs="Arial"/>
          <w:iCs/>
          <w:color w:val="000000"/>
          <w:sz w:val="20"/>
        </w:rPr>
      </w:pPr>
      <w:r w:rsidRPr="00664138">
        <w:rPr>
          <w:rFonts w:ascii="Arial" w:hAnsi="Arial" w:cs="Arial"/>
          <w:iCs/>
          <w:color w:val="000000"/>
          <w:sz w:val="20"/>
        </w:rPr>
        <w:t xml:space="preserve">Wir stellen uns den </w:t>
      </w:r>
      <w:r w:rsidRPr="00664138">
        <w:rPr>
          <w:rFonts w:ascii="Arial" w:hAnsi="Arial" w:cs="Arial"/>
          <w:sz w:val="20"/>
        </w:rPr>
        <w:t>verantwortungsvollen Aufgaben von der Planung</w:t>
      </w:r>
      <w:r w:rsidRPr="00664138">
        <w:rPr>
          <w:rFonts w:ascii="Arial" w:hAnsi="Arial" w:cs="Arial"/>
          <w:iCs/>
          <w:color w:val="000000"/>
          <w:sz w:val="20"/>
        </w:rPr>
        <w:t xml:space="preserve"> und Projektierung, bis hin zur Montage, Inbetriebnahme und Wartung</w:t>
      </w:r>
      <w:r w:rsidR="00884B75" w:rsidRPr="00664138">
        <w:rPr>
          <w:rFonts w:ascii="Arial" w:hAnsi="Arial" w:cs="Arial"/>
          <w:iCs/>
          <w:color w:val="000000"/>
          <w:sz w:val="20"/>
        </w:rPr>
        <w:t xml:space="preserve">. </w:t>
      </w:r>
    </w:p>
    <w:p w14:paraId="39A2516F" w14:textId="77777777" w:rsidR="00B20CE4" w:rsidRPr="00664138" w:rsidRDefault="00B20CE4" w:rsidP="00911B5D">
      <w:pPr>
        <w:ind w:right="849"/>
        <w:rPr>
          <w:rFonts w:ascii="Arial" w:hAnsi="Arial" w:cs="Arial"/>
          <w:iCs/>
          <w:color w:val="000000"/>
          <w:sz w:val="20"/>
        </w:rPr>
      </w:pPr>
    </w:p>
    <w:p w14:paraId="5C022FD3" w14:textId="484B91D0" w:rsidR="00911B5D" w:rsidRPr="00664138" w:rsidRDefault="00884B75" w:rsidP="00F32FFA">
      <w:pPr>
        <w:ind w:right="849"/>
        <w:jc w:val="both"/>
        <w:rPr>
          <w:rFonts w:ascii="Arial" w:hAnsi="Arial" w:cs="Arial"/>
          <w:iCs/>
          <w:color w:val="000000"/>
          <w:sz w:val="20"/>
        </w:rPr>
      </w:pPr>
      <w:r w:rsidRPr="00664138">
        <w:rPr>
          <w:rFonts w:ascii="Arial" w:hAnsi="Arial" w:cs="Arial"/>
          <w:iCs/>
          <w:color w:val="000000"/>
          <w:sz w:val="20"/>
        </w:rPr>
        <w:t xml:space="preserve">Gerne </w:t>
      </w:r>
      <w:r w:rsidR="00911B5D" w:rsidRPr="00664138">
        <w:rPr>
          <w:rFonts w:ascii="Arial" w:hAnsi="Arial" w:cs="Arial"/>
          <w:iCs/>
          <w:color w:val="000000"/>
          <w:sz w:val="20"/>
        </w:rPr>
        <w:t xml:space="preserve">erarbeiten </w:t>
      </w:r>
      <w:r w:rsidRPr="00664138">
        <w:rPr>
          <w:rFonts w:ascii="Arial" w:hAnsi="Arial" w:cs="Arial"/>
          <w:iCs/>
          <w:color w:val="000000"/>
          <w:sz w:val="20"/>
        </w:rPr>
        <w:t xml:space="preserve">wir </w:t>
      </w:r>
      <w:r w:rsidR="00911B5D" w:rsidRPr="00664138">
        <w:rPr>
          <w:rFonts w:ascii="Arial" w:hAnsi="Arial" w:cs="Arial"/>
          <w:iCs/>
          <w:color w:val="000000"/>
          <w:sz w:val="20"/>
        </w:rPr>
        <w:t xml:space="preserve">für Ihre </w:t>
      </w:r>
      <w:r w:rsidR="00BA4C92" w:rsidRPr="00664138">
        <w:rPr>
          <w:rFonts w:ascii="Arial" w:hAnsi="Arial" w:cs="Arial"/>
          <w:iCs/>
          <w:color w:val="000000"/>
          <w:sz w:val="20"/>
        </w:rPr>
        <w:t xml:space="preserve">persönlichen </w:t>
      </w:r>
      <w:r w:rsidR="00911B5D" w:rsidRPr="00664138">
        <w:rPr>
          <w:rFonts w:ascii="Arial" w:hAnsi="Arial" w:cs="Arial"/>
          <w:iCs/>
          <w:color w:val="000000"/>
          <w:sz w:val="20"/>
        </w:rPr>
        <w:t xml:space="preserve">Anforderungen eine </w:t>
      </w:r>
      <w:r w:rsidR="00B8462C" w:rsidRPr="00664138">
        <w:rPr>
          <w:rFonts w:ascii="Arial" w:hAnsi="Arial" w:cs="Arial"/>
          <w:iCs/>
          <w:color w:val="000000"/>
          <w:sz w:val="20"/>
        </w:rPr>
        <w:t xml:space="preserve">komfortable und qualifizierte </w:t>
      </w:r>
      <w:r w:rsidR="00911B5D" w:rsidRPr="00664138">
        <w:rPr>
          <w:rFonts w:ascii="Arial" w:hAnsi="Arial" w:cs="Arial"/>
          <w:iCs/>
          <w:color w:val="000000"/>
          <w:sz w:val="20"/>
        </w:rPr>
        <w:t>L</w:t>
      </w:r>
      <w:r w:rsidR="00F32FFA">
        <w:rPr>
          <w:rFonts w:ascii="Arial" w:hAnsi="Arial" w:cs="Arial"/>
          <w:iCs/>
          <w:color w:val="000000"/>
          <w:sz w:val="20"/>
        </w:rPr>
        <w:t>ö</w:t>
      </w:r>
      <w:r w:rsidR="00911B5D" w:rsidRPr="00664138">
        <w:rPr>
          <w:rFonts w:ascii="Arial" w:hAnsi="Arial" w:cs="Arial"/>
          <w:iCs/>
          <w:color w:val="000000"/>
          <w:sz w:val="20"/>
        </w:rPr>
        <w:t>sung</w:t>
      </w:r>
      <w:r w:rsidR="00C562E6" w:rsidRPr="00664138">
        <w:rPr>
          <w:rFonts w:ascii="Arial" w:hAnsi="Arial" w:cs="Arial"/>
          <w:iCs/>
          <w:color w:val="000000"/>
          <w:sz w:val="20"/>
        </w:rPr>
        <w:t>, a</w:t>
      </w:r>
      <w:r w:rsidR="00BB61B9" w:rsidRPr="00664138">
        <w:rPr>
          <w:rFonts w:ascii="Arial" w:hAnsi="Arial" w:cs="Arial"/>
          <w:iCs/>
          <w:color w:val="000000"/>
          <w:sz w:val="20"/>
        </w:rPr>
        <w:t>nerkannt von Polizei und Gebäudesachversicherungen</w:t>
      </w:r>
      <w:r w:rsidR="00B66D96">
        <w:rPr>
          <w:rFonts w:ascii="Arial" w:hAnsi="Arial" w:cs="Arial"/>
          <w:iCs/>
          <w:color w:val="000000"/>
          <w:sz w:val="20"/>
        </w:rPr>
        <w:t>, wie der Signal Iduna</w:t>
      </w:r>
      <w:r w:rsidR="005C70E0">
        <w:rPr>
          <w:rFonts w:ascii="Arial" w:hAnsi="Arial" w:cs="Arial"/>
          <w:iCs/>
          <w:color w:val="000000"/>
          <w:sz w:val="20"/>
        </w:rPr>
        <w:t xml:space="preserve">. Sie bietet </w:t>
      </w:r>
      <w:r w:rsidR="00B66D96">
        <w:rPr>
          <w:rFonts w:ascii="Arial" w:hAnsi="Arial" w:cs="Arial"/>
          <w:iCs/>
          <w:color w:val="000000"/>
          <w:sz w:val="20"/>
        </w:rPr>
        <w:t>in Zusammenarbeit mit TELENOT</w:t>
      </w:r>
      <w:r w:rsidR="005C70E0">
        <w:rPr>
          <w:rFonts w:ascii="Arial" w:hAnsi="Arial" w:cs="Arial"/>
          <w:iCs/>
          <w:color w:val="000000"/>
          <w:sz w:val="20"/>
        </w:rPr>
        <w:t>, einem führenden Hersteller von elektronischer Sicherheit,</w:t>
      </w:r>
      <w:r w:rsidR="00B66D96">
        <w:rPr>
          <w:rFonts w:ascii="Arial" w:hAnsi="Arial" w:cs="Arial"/>
          <w:iCs/>
          <w:color w:val="000000"/>
          <w:sz w:val="20"/>
        </w:rPr>
        <w:t xml:space="preserve"> einen Nachlass an (siehe </w:t>
      </w:r>
      <w:r w:rsidR="00AC0025">
        <w:rPr>
          <w:rFonts w:ascii="Arial" w:hAnsi="Arial" w:cs="Arial"/>
          <w:iCs/>
          <w:color w:val="000000"/>
          <w:sz w:val="20"/>
        </w:rPr>
        <w:t xml:space="preserve">im </w:t>
      </w:r>
      <w:r w:rsidR="00B66D96">
        <w:rPr>
          <w:rFonts w:ascii="Arial" w:hAnsi="Arial" w:cs="Arial"/>
          <w:iCs/>
          <w:color w:val="000000"/>
          <w:sz w:val="20"/>
        </w:rPr>
        <w:t>Flyer anbei)</w:t>
      </w:r>
      <w:r w:rsidR="00BB61B9" w:rsidRPr="00664138">
        <w:rPr>
          <w:rFonts w:ascii="Arial" w:hAnsi="Arial" w:cs="Arial"/>
          <w:iCs/>
          <w:color w:val="000000"/>
          <w:sz w:val="20"/>
        </w:rPr>
        <w:t>.</w:t>
      </w:r>
    </w:p>
    <w:p w14:paraId="5AF1898B" w14:textId="77777777" w:rsidR="009C37D8" w:rsidRPr="00664138" w:rsidRDefault="009C37D8" w:rsidP="00B06334">
      <w:pPr>
        <w:ind w:right="849"/>
        <w:rPr>
          <w:rFonts w:ascii="Arial" w:hAnsi="Arial" w:cs="Arial"/>
          <w:iCs/>
          <w:color w:val="000000"/>
          <w:sz w:val="20"/>
        </w:rPr>
      </w:pPr>
    </w:p>
    <w:p w14:paraId="7F3675CE" w14:textId="77777777" w:rsidR="00A13DEA" w:rsidRPr="00664138" w:rsidRDefault="00BA4C92">
      <w:pPr>
        <w:ind w:right="849"/>
        <w:rPr>
          <w:rFonts w:ascii="Arial" w:hAnsi="Arial" w:cs="Arial"/>
          <w:iCs/>
          <w:color w:val="000000"/>
          <w:sz w:val="20"/>
        </w:rPr>
      </w:pPr>
      <w:r w:rsidRPr="00664138">
        <w:rPr>
          <w:rFonts w:ascii="Arial" w:hAnsi="Arial" w:cs="Arial"/>
          <w:iCs/>
          <w:color w:val="000000"/>
          <w:sz w:val="20"/>
        </w:rPr>
        <w:t xml:space="preserve">Rufen Sie uns an unter </w:t>
      </w:r>
      <w:r w:rsidRPr="00664138">
        <w:rPr>
          <w:rFonts w:ascii="Arial" w:hAnsi="Arial" w:cs="Arial"/>
          <w:iCs/>
          <w:color w:val="0070C0"/>
          <w:sz w:val="20"/>
        </w:rPr>
        <w:t xml:space="preserve">Tel. ……., </w:t>
      </w:r>
      <w:r w:rsidRPr="00664138">
        <w:rPr>
          <w:rFonts w:ascii="Arial" w:hAnsi="Arial" w:cs="Arial"/>
          <w:iCs/>
          <w:color w:val="000000"/>
          <w:sz w:val="20"/>
        </w:rPr>
        <w:t xml:space="preserve">wir stehen </w:t>
      </w:r>
      <w:r w:rsidR="009C37D8" w:rsidRPr="00664138">
        <w:rPr>
          <w:rFonts w:ascii="Arial" w:hAnsi="Arial" w:cs="Arial"/>
          <w:iCs/>
          <w:color w:val="000000"/>
          <w:sz w:val="20"/>
        </w:rPr>
        <w:t xml:space="preserve">Ihnen jederzeit für Ihre Fragen </w:t>
      </w:r>
      <w:r w:rsidR="004813F3" w:rsidRPr="00664138">
        <w:rPr>
          <w:rFonts w:ascii="Arial" w:hAnsi="Arial" w:cs="Arial"/>
          <w:iCs/>
          <w:color w:val="000000"/>
          <w:sz w:val="20"/>
        </w:rPr>
        <w:t xml:space="preserve">oder einen Beratungstermin vor Ort </w:t>
      </w:r>
      <w:r w:rsidR="009C37D8" w:rsidRPr="00664138">
        <w:rPr>
          <w:rFonts w:ascii="Arial" w:hAnsi="Arial" w:cs="Arial"/>
          <w:iCs/>
          <w:color w:val="000000"/>
          <w:sz w:val="20"/>
        </w:rPr>
        <w:t>zur Verfügung</w:t>
      </w:r>
      <w:r w:rsidRPr="00664138">
        <w:rPr>
          <w:rFonts w:ascii="Arial" w:hAnsi="Arial" w:cs="Arial"/>
          <w:iCs/>
          <w:color w:val="000000"/>
          <w:sz w:val="20"/>
        </w:rPr>
        <w:t xml:space="preserve"> und erstellen Ihnen ein unverbindliches Angebot</w:t>
      </w:r>
      <w:r w:rsidR="009C37D8" w:rsidRPr="00664138">
        <w:rPr>
          <w:rFonts w:ascii="Arial" w:hAnsi="Arial" w:cs="Arial"/>
          <w:iCs/>
          <w:color w:val="000000"/>
          <w:sz w:val="20"/>
        </w:rPr>
        <w:t>.</w:t>
      </w:r>
    </w:p>
    <w:p w14:paraId="675257A5" w14:textId="77777777" w:rsidR="003C6B39" w:rsidRPr="00664138" w:rsidRDefault="003C6B39">
      <w:pPr>
        <w:ind w:right="849"/>
        <w:rPr>
          <w:rFonts w:ascii="Arial" w:hAnsi="Arial" w:cs="Arial"/>
          <w:sz w:val="20"/>
        </w:rPr>
      </w:pPr>
    </w:p>
    <w:p w14:paraId="5CF93FDD" w14:textId="77777777" w:rsidR="00BD6AAA" w:rsidRPr="00664138" w:rsidRDefault="0078083C">
      <w:pPr>
        <w:pStyle w:val="berschrift3"/>
        <w:ind w:right="849"/>
        <w:rPr>
          <w:rFonts w:ascii="Arial" w:hAnsi="Arial" w:cs="Arial"/>
          <w:sz w:val="20"/>
        </w:rPr>
      </w:pPr>
      <w:r w:rsidRPr="00664138">
        <w:rPr>
          <w:rFonts w:ascii="Arial" w:hAnsi="Arial" w:cs="Arial"/>
          <w:sz w:val="20"/>
        </w:rPr>
        <w:t>Mit freundlichen Grü</w:t>
      </w:r>
      <w:r w:rsidR="00A13DEA" w:rsidRPr="00664138">
        <w:rPr>
          <w:rFonts w:ascii="Arial" w:hAnsi="Arial" w:cs="Arial"/>
          <w:sz w:val="20"/>
        </w:rPr>
        <w:t>ß</w:t>
      </w:r>
      <w:r w:rsidR="00BD6AAA" w:rsidRPr="00664138">
        <w:rPr>
          <w:rFonts w:ascii="Arial" w:hAnsi="Arial" w:cs="Arial"/>
          <w:sz w:val="20"/>
        </w:rPr>
        <w:t>en</w:t>
      </w:r>
    </w:p>
    <w:p w14:paraId="6113E2D7" w14:textId="77777777" w:rsidR="00BD6AAA" w:rsidRPr="00664138" w:rsidRDefault="00BD6AAA">
      <w:pPr>
        <w:ind w:right="849"/>
        <w:rPr>
          <w:rFonts w:ascii="Arial" w:hAnsi="Arial" w:cs="Arial"/>
          <w:sz w:val="20"/>
        </w:rPr>
      </w:pPr>
    </w:p>
    <w:p w14:paraId="52F23EFA" w14:textId="77777777" w:rsidR="00A13DEA" w:rsidRPr="00664138" w:rsidRDefault="00A13DEA">
      <w:pPr>
        <w:ind w:right="849"/>
        <w:rPr>
          <w:rFonts w:ascii="Arial" w:hAnsi="Arial" w:cs="Arial"/>
          <w:sz w:val="20"/>
        </w:rPr>
      </w:pPr>
    </w:p>
    <w:p w14:paraId="3266D3BD" w14:textId="77777777" w:rsidR="00A13DEA" w:rsidRPr="00664138" w:rsidRDefault="00F25AA5">
      <w:pPr>
        <w:ind w:right="849"/>
        <w:rPr>
          <w:rFonts w:ascii="Arial" w:hAnsi="Arial" w:cs="Arial"/>
          <w:b/>
          <w:color w:val="0070C0"/>
          <w:sz w:val="20"/>
        </w:rPr>
      </w:pPr>
      <w:r w:rsidRPr="00664138">
        <w:rPr>
          <w:rFonts w:ascii="Arial" w:hAnsi="Arial" w:cs="Arial"/>
          <w:b/>
          <w:color w:val="0070C0"/>
          <w:sz w:val="20"/>
        </w:rPr>
        <w:t>Peter Mustermann</w:t>
      </w:r>
    </w:p>
    <w:p w14:paraId="2DD5C81D" w14:textId="77777777" w:rsidR="00BD6AAA" w:rsidRPr="00664138" w:rsidRDefault="00F25AA5">
      <w:pPr>
        <w:ind w:right="849"/>
        <w:rPr>
          <w:rFonts w:ascii="Arial" w:hAnsi="Arial" w:cs="Arial"/>
          <w:b/>
          <w:color w:val="0070C0"/>
          <w:sz w:val="20"/>
        </w:rPr>
      </w:pPr>
      <w:r w:rsidRPr="00664138">
        <w:rPr>
          <w:rFonts w:ascii="Arial" w:hAnsi="Arial" w:cs="Arial"/>
          <w:b/>
          <w:color w:val="0070C0"/>
          <w:sz w:val="20"/>
        </w:rPr>
        <w:t>Musterfirma</w:t>
      </w:r>
      <w:r w:rsidR="00BD6AAA" w:rsidRPr="00664138">
        <w:rPr>
          <w:rFonts w:ascii="Arial" w:hAnsi="Arial" w:cs="Arial"/>
          <w:b/>
          <w:color w:val="0070C0"/>
          <w:sz w:val="20"/>
        </w:rPr>
        <w:t xml:space="preserve"> </w:t>
      </w:r>
      <w:r w:rsidR="00A13DEA" w:rsidRPr="00664138">
        <w:rPr>
          <w:rFonts w:ascii="Arial" w:hAnsi="Arial" w:cs="Arial"/>
          <w:b/>
          <w:color w:val="0070C0"/>
          <w:sz w:val="20"/>
        </w:rPr>
        <w:t>G</w:t>
      </w:r>
      <w:r w:rsidRPr="00664138">
        <w:rPr>
          <w:rFonts w:ascii="Arial" w:hAnsi="Arial" w:cs="Arial"/>
          <w:b/>
          <w:color w:val="0070C0"/>
          <w:sz w:val="20"/>
        </w:rPr>
        <w:t>mbH</w:t>
      </w:r>
    </w:p>
    <w:sectPr w:rsidR="00BD6AAA" w:rsidRPr="00664138" w:rsidSect="00F32FFA">
      <w:headerReference w:type="first" r:id="rId7"/>
      <w:type w:val="continuous"/>
      <w:pgSz w:w="11906" w:h="16838" w:code="9"/>
      <w:pgMar w:top="2608" w:right="851" w:bottom="1701" w:left="1418" w:header="652" w:footer="340" w:gutter="0"/>
      <w:paperSrc w:first="7" w:other="7"/>
      <w:cols w:space="284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C7CF" w14:textId="77777777" w:rsidR="00786865" w:rsidRDefault="00786865">
      <w:r>
        <w:separator/>
      </w:r>
    </w:p>
  </w:endnote>
  <w:endnote w:type="continuationSeparator" w:id="0">
    <w:p w14:paraId="0C4E9AC2" w14:textId="77777777" w:rsidR="00786865" w:rsidRDefault="0078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RotisSansSerif Extra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BPlus W4 SemiLight">
    <w:panose1 w:val="020B0402050302020203"/>
    <w:charset w:val="00"/>
    <w:family w:val="swiss"/>
    <w:notTrueType/>
    <w:pitch w:val="variable"/>
    <w:sig w:usb0="A00002BF" w:usb1="500020CA" w:usb2="00000000" w:usb3="00000000" w:csb0="0000009F" w:csb1="00000000"/>
  </w:font>
  <w:font w:name="TheSansBPlus W7 Bold">
    <w:panose1 w:val="020B0702050302020203"/>
    <w:charset w:val="00"/>
    <w:family w:val="swiss"/>
    <w:notTrueType/>
    <w:pitch w:val="variable"/>
    <w:sig w:usb0="A00002BF" w:usb1="500020C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79FC" w14:textId="77777777" w:rsidR="00786865" w:rsidRDefault="00786865">
      <w:r>
        <w:separator/>
      </w:r>
    </w:p>
  </w:footnote>
  <w:footnote w:type="continuationSeparator" w:id="0">
    <w:p w14:paraId="357960C5" w14:textId="77777777" w:rsidR="00786865" w:rsidRDefault="00786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F25F" w14:textId="77777777" w:rsidR="00B66D96" w:rsidRPr="006C04EB" w:rsidRDefault="00B66D96" w:rsidP="00B66D96">
    <w:pPr>
      <w:pStyle w:val="Kopfzeile"/>
      <w:rPr>
        <w:rFonts w:ascii="Arial" w:hAnsi="Arial" w:cs="Arial"/>
        <w:sz w:val="20"/>
      </w:rPr>
    </w:pPr>
  </w:p>
  <w:p w14:paraId="3B040F1D" w14:textId="77777777" w:rsidR="00B66D96" w:rsidRPr="006C04EB" w:rsidRDefault="00B66D96" w:rsidP="00B66D96">
    <w:pPr>
      <w:pStyle w:val="Kopfzeile"/>
      <w:jc w:val="right"/>
      <w:rPr>
        <w:rFonts w:ascii="Arial" w:hAnsi="Arial" w:cs="Arial"/>
        <w:color w:val="0070C0"/>
        <w:sz w:val="20"/>
      </w:rPr>
    </w:pPr>
    <w:r w:rsidRPr="006C04EB">
      <w:rPr>
        <w:rFonts w:ascii="Arial" w:hAnsi="Arial" w:cs="Arial"/>
        <w:color w:val="0070C0"/>
        <w:sz w:val="20"/>
      </w:rPr>
      <w:t>Ihr Logo / Briefpapier</w:t>
    </w:r>
  </w:p>
  <w:p w14:paraId="25C494E4" w14:textId="77777777" w:rsidR="00B66D96" w:rsidRPr="00CF2CDB" w:rsidRDefault="00B66D96" w:rsidP="00B66D96">
    <w:pPr>
      <w:pStyle w:val="Kopfzeile"/>
    </w:pPr>
  </w:p>
  <w:p w14:paraId="6C49F6BE" w14:textId="765A8C0E" w:rsidR="008B2353" w:rsidRPr="00B66D96" w:rsidRDefault="008B2353" w:rsidP="00B66D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9FF"/>
    <w:multiLevelType w:val="singleLevel"/>
    <w:tmpl w:val="3128114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0B810925"/>
    <w:multiLevelType w:val="singleLevel"/>
    <w:tmpl w:val="D526BF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13D62E85"/>
    <w:multiLevelType w:val="singleLevel"/>
    <w:tmpl w:val="8588400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160D35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734578"/>
    <w:multiLevelType w:val="hybridMultilevel"/>
    <w:tmpl w:val="870C4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C18C3"/>
    <w:multiLevelType w:val="hybridMultilevel"/>
    <w:tmpl w:val="EF2AD118"/>
    <w:lvl w:ilvl="0" w:tplc="204E97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9999"/>
        <w:u w:color="999999"/>
      </w:rPr>
    </w:lvl>
    <w:lvl w:ilvl="1" w:tplc="9E107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E6E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9CA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DAF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C0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A2E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2805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D1E69"/>
    <w:multiLevelType w:val="singleLevel"/>
    <w:tmpl w:val="C1AA2B7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 w15:restartNumberingAfterBreak="0">
    <w:nsid w:val="26C623AD"/>
    <w:multiLevelType w:val="hybridMultilevel"/>
    <w:tmpl w:val="99F4AB24"/>
    <w:lvl w:ilvl="0" w:tplc="0C461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0EA1"/>
    <w:multiLevelType w:val="singleLevel"/>
    <w:tmpl w:val="FEF6CE8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4F5E08CC"/>
    <w:multiLevelType w:val="hybridMultilevel"/>
    <w:tmpl w:val="3706623A"/>
    <w:lvl w:ilvl="0" w:tplc="0C461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E45E2"/>
    <w:multiLevelType w:val="hybridMultilevel"/>
    <w:tmpl w:val="3E64EE14"/>
    <w:lvl w:ilvl="0" w:tplc="2D2C6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7780B"/>
    <w:multiLevelType w:val="singleLevel"/>
    <w:tmpl w:val="E6B41002"/>
    <w:lvl w:ilvl="0">
      <w:start w:val="1"/>
      <w:numFmt w:val="bullet"/>
      <w:lvlText w:val="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52F964F8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F16B64"/>
    <w:multiLevelType w:val="singleLevel"/>
    <w:tmpl w:val="D90A161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5736744A"/>
    <w:multiLevelType w:val="singleLevel"/>
    <w:tmpl w:val="0674026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 w15:restartNumberingAfterBreak="0">
    <w:nsid w:val="582A10A8"/>
    <w:multiLevelType w:val="singleLevel"/>
    <w:tmpl w:val="35185874"/>
    <w:lvl w:ilvl="0">
      <w:start w:val="1"/>
      <w:numFmt w:val="bullet"/>
      <w:lvlText w:val="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6" w15:restartNumberingAfterBreak="0">
    <w:nsid w:val="5FB01B29"/>
    <w:multiLevelType w:val="singleLevel"/>
    <w:tmpl w:val="47F01CAE"/>
    <w:lvl w:ilvl="0">
      <w:start w:val="1"/>
      <w:numFmt w:val="bullet"/>
      <w:lvlText w:val="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 w15:restartNumberingAfterBreak="0">
    <w:nsid w:val="65DC79A2"/>
    <w:multiLevelType w:val="singleLevel"/>
    <w:tmpl w:val="3820A934"/>
    <w:lvl w:ilvl="0">
      <w:start w:val="1"/>
      <w:numFmt w:val="bullet"/>
      <w:lvlText w:val="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18" w15:restartNumberingAfterBreak="0">
    <w:nsid w:val="6B49223B"/>
    <w:multiLevelType w:val="singleLevel"/>
    <w:tmpl w:val="45A6888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6F8C26A7"/>
    <w:multiLevelType w:val="singleLevel"/>
    <w:tmpl w:val="13BECDD4"/>
    <w:lvl w:ilvl="0">
      <w:start w:val="1"/>
      <w:numFmt w:val="bullet"/>
      <w:lvlText w:val="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20" w15:restartNumberingAfterBreak="0">
    <w:nsid w:val="704B2D33"/>
    <w:multiLevelType w:val="hybridMultilevel"/>
    <w:tmpl w:val="62D4D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8E5BC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3211366">
    <w:abstractNumId w:val="0"/>
  </w:num>
  <w:num w:numId="2" w16cid:durableId="468134757">
    <w:abstractNumId w:val="12"/>
  </w:num>
  <w:num w:numId="3" w16cid:durableId="1999337119">
    <w:abstractNumId w:val="14"/>
  </w:num>
  <w:num w:numId="4" w16cid:durableId="233782774">
    <w:abstractNumId w:val="2"/>
  </w:num>
  <w:num w:numId="5" w16cid:durableId="830293339">
    <w:abstractNumId w:val="8"/>
  </w:num>
  <w:num w:numId="6" w16cid:durableId="566887732">
    <w:abstractNumId w:val="6"/>
  </w:num>
  <w:num w:numId="7" w16cid:durableId="1537812442">
    <w:abstractNumId w:val="13"/>
  </w:num>
  <w:num w:numId="8" w16cid:durableId="1821920661">
    <w:abstractNumId w:val="18"/>
  </w:num>
  <w:num w:numId="9" w16cid:durableId="75977933">
    <w:abstractNumId w:val="1"/>
  </w:num>
  <w:num w:numId="10" w16cid:durableId="458383309">
    <w:abstractNumId w:val="11"/>
  </w:num>
  <w:num w:numId="11" w16cid:durableId="411589461">
    <w:abstractNumId w:val="19"/>
  </w:num>
  <w:num w:numId="12" w16cid:durableId="2123527149">
    <w:abstractNumId w:val="17"/>
  </w:num>
  <w:num w:numId="13" w16cid:durableId="1248344814">
    <w:abstractNumId w:val="15"/>
  </w:num>
  <w:num w:numId="14" w16cid:durableId="40181418">
    <w:abstractNumId w:val="16"/>
  </w:num>
  <w:num w:numId="15" w16cid:durableId="1452553520">
    <w:abstractNumId w:val="21"/>
  </w:num>
  <w:num w:numId="16" w16cid:durableId="2047220337">
    <w:abstractNumId w:val="3"/>
  </w:num>
  <w:num w:numId="17" w16cid:durableId="589123376">
    <w:abstractNumId w:val="20"/>
  </w:num>
  <w:num w:numId="18" w16cid:durableId="1165824989">
    <w:abstractNumId w:val="4"/>
  </w:num>
  <w:num w:numId="19" w16cid:durableId="146478074">
    <w:abstractNumId w:val="5"/>
  </w:num>
  <w:num w:numId="20" w16cid:durableId="1497695132">
    <w:abstractNumId w:val="10"/>
  </w:num>
  <w:num w:numId="21" w16cid:durableId="1661737277">
    <w:abstractNumId w:val="7"/>
  </w:num>
  <w:num w:numId="22" w16cid:durableId="15142215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9"/>
  <w:autoHyphenation/>
  <w:hyphenationZone w:val="425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191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7F2"/>
    <w:rsid w:val="00000B08"/>
    <w:rsid w:val="00004371"/>
    <w:rsid w:val="00024790"/>
    <w:rsid w:val="0003395D"/>
    <w:rsid w:val="0003579D"/>
    <w:rsid w:val="000475D3"/>
    <w:rsid w:val="00066060"/>
    <w:rsid w:val="00066D9A"/>
    <w:rsid w:val="0007095E"/>
    <w:rsid w:val="00073204"/>
    <w:rsid w:val="00074A40"/>
    <w:rsid w:val="000B6E6D"/>
    <w:rsid w:val="000D4B9C"/>
    <w:rsid w:val="000E3839"/>
    <w:rsid w:val="000E6D47"/>
    <w:rsid w:val="000F4C4F"/>
    <w:rsid w:val="001068F0"/>
    <w:rsid w:val="00127A6B"/>
    <w:rsid w:val="00134A7F"/>
    <w:rsid w:val="00142255"/>
    <w:rsid w:val="001472FA"/>
    <w:rsid w:val="001622BD"/>
    <w:rsid w:val="00163F1F"/>
    <w:rsid w:val="001760ED"/>
    <w:rsid w:val="001874CF"/>
    <w:rsid w:val="0019370F"/>
    <w:rsid w:val="00193F3E"/>
    <w:rsid w:val="001A1135"/>
    <w:rsid w:val="001A60F1"/>
    <w:rsid w:val="001C2902"/>
    <w:rsid w:val="001C63DF"/>
    <w:rsid w:val="001F27A3"/>
    <w:rsid w:val="001F3496"/>
    <w:rsid w:val="001F72BF"/>
    <w:rsid w:val="002039A3"/>
    <w:rsid w:val="002076B3"/>
    <w:rsid w:val="00214BED"/>
    <w:rsid w:val="0021578F"/>
    <w:rsid w:val="00231AE4"/>
    <w:rsid w:val="00246FAB"/>
    <w:rsid w:val="00262748"/>
    <w:rsid w:val="00277117"/>
    <w:rsid w:val="00281C7F"/>
    <w:rsid w:val="002A5C7D"/>
    <w:rsid w:val="002A7631"/>
    <w:rsid w:val="002B4A0D"/>
    <w:rsid w:val="002B70DD"/>
    <w:rsid w:val="002D140B"/>
    <w:rsid w:val="002D691A"/>
    <w:rsid w:val="002F3276"/>
    <w:rsid w:val="00310425"/>
    <w:rsid w:val="00311FB8"/>
    <w:rsid w:val="00316BCF"/>
    <w:rsid w:val="00324DC1"/>
    <w:rsid w:val="003453B7"/>
    <w:rsid w:val="00365942"/>
    <w:rsid w:val="00375657"/>
    <w:rsid w:val="003906AD"/>
    <w:rsid w:val="00395E2B"/>
    <w:rsid w:val="003A30E7"/>
    <w:rsid w:val="003B461D"/>
    <w:rsid w:val="003B6216"/>
    <w:rsid w:val="003C6B39"/>
    <w:rsid w:val="003D1229"/>
    <w:rsid w:val="003E3A62"/>
    <w:rsid w:val="003F3721"/>
    <w:rsid w:val="00407EBA"/>
    <w:rsid w:val="00420809"/>
    <w:rsid w:val="00430800"/>
    <w:rsid w:val="0043149E"/>
    <w:rsid w:val="00470841"/>
    <w:rsid w:val="00480B76"/>
    <w:rsid w:val="004813F3"/>
    <w:rsid w:val="00485C98"/>
    <w:rsid w:val="004965D6"/>
    <w:rsid w:val="004B1F98"/>
    <w:rsid w:val="004B3268"/>
    <w:rsid w:val="004C169E"/>
    <w:rsid w:val="004D02EE"/>
    <w:rsid w:val="004D1A0A"/>
    <w:rsid w:val="004F1951"/>
    <w:rsid w:val="005143F0"/>
    <w:rsid w:val="005209F8"/>
    <w:rsid w:val="00523A42"/>
    <w:rsid w:val="005312DD"/>
    <w:rsid w:val="00537735"/>
    <w:rsid w:val="0057142C"/>
    <w:rsid w:val="00586199"/>
    <w:rsid w:val="00587425"/>
    <w:rsid w:val="005C053D"/>
    <w:rsid w:val="005C70E0"/>
    <w:rsid w:val="00611AEC"/>
    <w:rsid w:val="00644879"/>
    <w:rsid w:val="00664138"/>
    <w:rsid w:val="00666EE6"/>
    <w:rsid w:val="006C485D"/>
    <w:rsid w:val="006C7C8E"/>
    <w:rsid w:val="006D1096"/>
    <w:rsid w:val="006D643F"/>
    <w:rsid w:val="006F5EC8"/>
    <w:rsid w:val="00701EBE"/>
    <w:rsid w:val="00703CB2"/>
    <w:rsid w:val="007103B0"/>
    <w:rsid w:val="00711AF5"/>
    <w:rsid w:val="00714485"/>
    <w:rsid w:val="007413D0"/>
    <w:rsid w:val="0078083C"/>
    <w:rsid w:val="00786865"/>
    <w:rsid w:val="00797108"/>
    <w:rsid w:val="00797FC3"/>
    <w:rsid w:val="007A15C7"/>
    <w:rsid w:val="007A1FFA"/>
    <w:rsid w:val="007A3772"/>
    <w:rsid w:val="007D7D0E"/>
    <w:rsid w:val="007F6A19"/>
    <w:rsid w:val="007F7EDB"/>
    <w:rsid w:val="00802E75"/>
    <w:rsid w:val="00803A9A"/>
    <w:rsid w:val="008235DC"/>
    <w:rsid w:val="00833F7C"/>
    <w:rsid w:val="00850789"/>
    <w:rsid w:val="008562BB"/>
    <w:rsid w:val="00861815"/>
    <w:rsid w:val="00874BDD"/>
    <w:rsid w:val="008762DD"/>
    <w:rsid w:val="00877DF7"/>
    <w:rsid w:val="00884B75"/>
    <w:rsid w:val="00897183"/>
    <w:rsid w:val="008B2353"/>
    <w:rsid w:val="008B3E96"/>
    <w:rsid w:val="008D3BEE"/>
    <w:rsid w:val="008E0669"/>
    <w:rsid w:val="00911B5D"/>
    <w:rsid w:val="00915CCE"/>
    <w:rsid w:val="009222AC"/>
    <w:rsid w:val="009534DF"/>
    <w:rsid w:val="009537E0"/>
    <w:rsid w:val="00993988"/>
    <w:rsid w:val="009A0D1B"/>
    <w:rsid w:val="009A5737"/>
    <w:rsid w:val="009B43C7"/>
    <w:rsid w:val="009B7C06"/>
    <w:rsid w:val="009C37D8"/>
    <w:rsid w:val="009D14AF"/>
    <w:rsid w:val="009E015A"/>
    <w:rsid w:val="009E6097"/>
    <w:rsid w:val="009E6FBD"/>
    <w:rsid w:val="009F5975"/>
    <w:rsid w:val="00A042B4"/>
    <w:rsid w:val="00A13DEA"/>
    <w:rsid w:val="00A227F2"/>
    <w:rsid w:val="00A460EC"/>
    <w:rsid w:val="00A7007A"/>
    <w:rsid w:val="00A73091"/>
    <w:rsid w:val="00A91294"/>
    <w:rsid w:val="00A95BE5"/>
    <w:rsid w:val="00AA145B"/>
    <w:rsid w:val="00AA49B8"/>
    <w:rsid w:val="00AB4194"/>
    <w:rsid w:val="00AC0025"/>
    <w:rsid w:val="00AC14A7"/>
    <w:rsid w:val="00AC2B2A"/>
    <w:rsid w:val="00AC5154"/>
    <w:rsid w:val="00AD1F60"/>
    <w:rsid w:val="00AE13BB"/>
    <w:rsid w:val="00B03A2A"/>
    <w:rsid w:val="00B06334"/>
    <w:rsid w:val="00B13746"/>
    <w:rsid w:val="00B13DAE"/>
    <w:rsid w:val="00B20CE4"/>
    <w:rsid w:val="00B36D5E"/>
    <w:rsid w:val="00B37375"/>
    <w:rsid w:val="00B45271"/>
    <w:rsid w:val="00B4702B"/>
    <w:rsid w:val="00B543B5"/>
    <w:rsid w:val="00B62E04"/>
    <w:rsid w:val="00B66D96"/>
    <w:rsid w:val="00B8462C"/>
    <w:rsid w:val="00B926B9"/>
    <w:rsid w:val="00B94D90"/>
    <w:rsid w:val="00BA1A58"/>
    <w:rsid w:val="00BA4C92"/>
    <w:rsid w:val="00BB04F8"/>
    <w:rsid w:val="00BB61B9"/>
    <w:rsid w:val="00BD367E"/>
    <w:rsid w:val="00BD6AAA"/>
    <w:rsid w:val="00BE223C"/>
    <w:rsid w:val="00BF3F52"/>
    <w:rsid w:val="00BF489B"/>
    <w:rsid w:val="00C039C8"/>
    <w:rsid w:val="00C22D2F"/>
    <w:rsid w:val="00C45843"/>
    <w:rsid w:val="00C50B90"/>
    <w:rsid w:val="00C55C0D"/>
    <w:rsid w:val="00C562E6"/>
    <w:rsid w:val="00C63B0A"/>
    <w:rsid w:val="00C67EC7"/>
    <w:rsid w:val="00CA70D4"/>
    <w:rsid w:val="00CB168F"/>
    <w:rsid w:val="00CD172B"/>
    <w:rsid w:val="00CD562E"/>
    <w:rsid w:val="00CD717F"/>
    <w:rsid w:val="00CD7D03"/>
    <w:rsid w:val="00CE01D2"/>
    <w:rsid w:val="00CF54DB"/>
    <w:rsid w:val="00D1131C"/>
    <w:rsid w:val="00D12DEB"/>
    <w:rsid w:val="00D16B7B"/>
    <w:rsid w:val="00D22F3A"/>
    <w:rsid w:val="00D25F40"/>
    <w:rsid w:val="00D65E21"/>
    <w:rsid w:val="00D66802"/>
    <w:rsid w:val="00D703F3"/>
    <w:rsid w:val="00D759EA"/>
    <w:rsid w:val="00D82B85"/>
    <w:rsid w:val="00D840C4"/>
    <w:rsid w:val="00DA2093"/>
    <w:rsid w:val="00DA3034"/>
    <w:rsid w:val="00DA3FBC"/>
    <w:rsid w:val="00E00176"/>
    <w:rsid w:val="00E17388"/>
    <w:rsid w:val="00E4682D"/>
    <w:rsid w:val="00E619EF"/>
    <w:rsid w:val="00E77363"/>
    <w:rsid w:val="00EB4699"/>
    <w:rsid w:val="00EB79DD"/>
    <w:rsid w:val="00EC2B08"/>
    <w:rsid w:val="00EC32AF"/>
    <w:rsid w:val="00ED65EC"/>
    <w:rsid w:val="00F02184"/>
    <w:rsid w:val="00F03431"/>
    <w:rsid w:val="00F07BA2"/>
    <w:rsid w:val="00F17475"/>
    <w:rsid w:val="00F25AA5"/>
    <w:rsid w:val="00F32FFA"/>
    <w:rsid w:val="00F4085A"/>
    <w:rsid w:val="00F560D8"/>
    <w:rsid w:val="00F67282"/>
    <w:rsid w:val="00F71517"/>
    <w:rsid w:val="00F72158"/>
    <w:rsid w:val="00F743BC"/>
    <w:rsid w:val="00FB38C4"/>
    <w:rsid w:val="00FB480F"/>
    <w:rsid w:val="00FB5368"/>
    <w:rsid w:val="00FC0A6E"/>
    <w:rsid w:val="00F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/>
    <o:shapelayout v:ext="edit">
      <o:idmap v:ext="edit" data="1"/>
    </o:shapelayout>
  </w:shapeDefaults>
  <w:decimalSymbol w:val=","/>
  <w:listSeparator w:val=";"/>
  <w14:docId w14:val="5FDFBBB4"/>
  <w15:docId w15:val="{F013C0D2-D7A6-47A6-A5B8-956AFDE3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RotisSansSerif" w:hAnsi="RotisSansSerif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right" w:pos="3402"/>
      </w:tabs>
      <w:ind w:right="566"/>
      <w:outlineLvl w:val="0"/>
    </w:pPr>
    <w:rPr>
      <w:rFonts w:ascii="RotisSansSerif ExtraBold" w:hAnsi="RotisSansSerif ExtraBold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6577"/>
      </w:tabs>
      <w:spacing w:line="280" w:lineRule="exact"/>
      <w:ind w:left="284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</w:style>
  <w:style w:type="paragraph" w:styleId="berschrift4">
    <w:name w:val="heading 4"/>
    <w:basedOn w:val="Standard"/>
    <w:next w:val="Standard"/>
    <w:qFormat/>
    <w:pPr>
      <w:keepNext/>
      <w:tabs>
        <w:tab w:val="left" w:pos="425"/>
      </w:tabs>
      <w:ind w:left="170" w:hanging="170"/>
      <w:jc w:val="both"/>
      <w:outlineLvl w:val="3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after="120"/>
      <w:ind w:right="567"/>
    </w:pPr>
  </w:style>
  <w:style w:type="paragraph" w:styleId="Textkrper2">
    <w:name w:val="Body Text 2"/>
    <w:basedOn w:val="Standard"/>
    <w:semiHidden/>
    <w:pPr>
      <w:spacing w:after="120"/>
      <w:ind w:right="282"/>
    </w:pPr>
  </w:style>
  <w:style w:type="paragraph" w:styleId="Textkrper3">
    <w:name w:val="Body Text 3"/>
    <w:basedOn w:val="Standard"/>
    <w:semiHidden/>
    <w:pPr>
      <w:ind w:right="284"/>
    </w:pPr>
  </w:style>
  <w:style w:type="paragraph" w:styleId="Textkrper-Zeileneinzug">
    <w:name w:val="Body Text Indent"/>
    <w:basedOn w:val="Standard"/>
    <w:semiHidden/>
    <w:pPr>
      <w:tabs>
        <w:tab w:val="left" w:pos="227"/>
      </w:tabs>
      <w:ind w:left="170" w:hanging="170"/>
      <w:jc w:val="both"/>
    </w:pPr>
    <w:rPr>
      <w:sz w:val="16"/>
    </w:rPr>
  </w:style>
  <w:style w:type="character" w:styleId="Hyperlink">
    <w:name w:val="Hyperlink"/>
    <w:semiHidden/>
    <w:rPr>
      <w:color w:val="0000FF"/>
      <w:u w:val="single"/>
    </w:rPr>
  </w:style>
  <w:style w:type="character" w:styleId="Seitenzahl">
    <w:name w:val="page number"/>
    <w:basedOn w:val="Absatz-Standardschriftart"/>
    <w:semiHidden/>
  </w:style>
  <w:style w:type="character" w:styleId="BesuchterLink">
    <w:name w:val="FollowedHyperlink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27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227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7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3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.AD\AppData\Local\Microsoft\Windows\Temporary%20Internet%20Files\Content.MSO\D7F93A4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D7F93A4.dot</Template>
  <TotalTime>0</TotalTime>
  <Pages>1</Pages>
  <Words>209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TELENOT · Postfach 1827 · D-73408 Aalen</vt:lpstr>
    </vt:vector>
  </TitlesOfParts>
  <Company>TELENOT ELECTRONIC GMBH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TELENOT · Postfach 1827 · D-73408 Aalen</dc:title>
  <dc:creator>Thomas Taferner</dc:creator>
  <cp:lastModifiedBy>Lösch, Timo</cp:lastModifiedBy>
  <cp:revision>22</cp:revision>
  <cp:lastPrinted>2020-06-09T07:16:00Z</cp:lastPrinted>
  <dcterms:created xsi:type="dcterms:W3CDTF">2021-07-12T12:35:00Z</dcterms:created>
  <dcterms:modified xsi:type="dcterms:W3CDTF">2023-09-05T07:46:00Z</dcterms:modified>
</cp:coreProperties>
</file>